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3F7A" w:rsidRDefault="00093F2D">
      <w:r>
        <w:t xml:space="preserve">Dead end in </w:t>
      </w:r>
      <w:proofErr w:type="spellStart"/>
      <w:r>
        <w:t>Norvelt</w:t>
      </w:r>
      <w:proofErr w:type="spellEnd"/>
      <w:r>
        <w:t>- Walter</w:t>
      </w:r>
    </w:p>
    <w:p w:rsidR="00093F2D" w:rsidRDefault="00093F2D">
      <w:r>
        <w:t xml:space="preserve">For this book, I could do 2 lessons. I </w:t>
      </w:r>
      <w:proofErr w:type="gramStart"/>
      <w:r>
        <w:t>would  have</w:t>
      </w:r>
      <w:proofErr w:type="gramEnd"/>
      <w:r>
        <w:t xml:space="preserve"> the students write a day in history column based on the writings of Miss Volker. After reading the book, the students would be asked to choose a date and then research what happened on that day in history. They would go back as far as they could to research </w:t>
      </w:r>
      <w:proofErr w:type="gramStart"/>
      <w:r>
        <w:t>the  date</w:t>
      </w:r>
      <w:proofErr w:type="gramEnd"/>
      <w:r>
        <w:t>.  Then we would publish them and share in groups. This could be completed on time toast which is an online timeline with illustrations</w:t>
      </w:r>
      <w:bookmarkStart w:id="0" w:name="_GoBack"/>
      <w:bookmarkEnd w:id="0"/>
    </w:p>
    <w:p w:rsidR="00093F2D" w:rsidRDefault="00093F2D"/>
    <w:p w:rsidR="00093F2D" w:rsidRDefault="00093F2D">
      <w:r>
        <w:t xml:space="preserve">I also like the introduction to the Inca Indians and Peru. I would have the students do research on the internet and texts and then have them create a power point on this civilization and present to the class. Students could then compare and contrast the Incas with a Native American tribe.  </w:t>
      </w:r>
    </w:p>
    <w:sectPr w:rsidR="00093F2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7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F2D"/>
    <w:rsid w:val="00093F2D"/>
    <w:rsid w:val="002417DE"/>
    <w:rsid w:val="005D7680"/>
    <w:rsid w:val="00DC3F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64DFB408</Template>
  <TotalTime>8</TotalTime>
  <Pages>1</Pages>
  <Words>115</Words>
  <Characters>661</Characters>
  <Application>Microsoft Office Word</Application>
  <DocSecurity>0</DocSecurity>
  <Lines>5</Lines>
  <Paragraphs>1</Paragraphs>
  <ScaleCrop>false</ScaleCrop>
  <Company/>
  <LinksUpToDate>false</LinksUpToDate>
  <CharactersWithSpaces>775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jane walter</dc:creator>
  <cp:lastModifiedBy>jane walter</cp:lastModifiedBy>
  <cp:revision>1</cp:revision>
  <dcterms:created xsi:type="dcterms:W3CDTF">2012-09-21T18:08:00Z</dcterms:created>
  <dcterms:modified xsi:type="dcterms:W3CDTF">2012-09-21T18:16:00Z</dcterms:modified>
</cp:coreProperties>
</file>